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A95" w:rsidRDefault="005E2C17">
      <w:pPr>
        <w:pStyle w:val="Default"/>
        <w:jc w:val="right"/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>Załącznik nr.2 do Regulaminu Rekrutacji dzieci do Samorządowego Żłobka w Tarnowcu</w:t>
      </w:r>
    </w:p>
    <w:p w:rsidR="00214A95" w:rsidRDefault="00214A95">
      <w:pPr>
        <w:pStyle w:val="Standarduser"/>
        <w:spacing w:line="360" w:lineRule="auto"/>
        <w:rPr>
          <w:rFonts w:eastAsia="Calibri"/>
          <w:color w:val="000000"/>
          <w:sz w:val="16"/>
          <w:szCs w:val="16"/>
          <w:lang w:eastAsia="en-US"/>
        </w:rPr>
      </w:pPr>
    </w:p>
    <w:p w:rsidR="00214A95" w:rsidRDefault="005E2C17">
      <w:pPr>
        <w:pStyle w:val="Standarduser"/>
        <w:suppressAutoHyphens w:val="0"/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Oświadczenie na przetwarzanie danych osobowych</w:t>
      </w:r>
    </w:p>
    <w:p w:rsidR="00214A95" w:rsidRDefault="00214A95">
      <w:pPr>
        <w:pStyle w:val="Standarduser"/>
        <w:suppressAutoHyphens w:val="0"/>
        <w:jc w:val="center"/>
        <w:rPr>
          <w:rFonts w:eastAsia="Calibri"/>
          <w:b/>
          <w:color w:val="000000"/>
          <w:lang w:eastAsia="en-US"/>
        </w:rPr>
      </w:pPr>
    </w:p>
    <w:p w:rsidR="00214A95" w:rsidRDefault="005E2C17">
      <w:pPr>
        <w:pStyle w:val="Standard"/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Dane osób/ osoby składającej oświadczenie</w:t>
      </w:r>
    </w:p>
    <w:tbl>
      <w:tblPr>
        <w:tblW w:w="9180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628"/>
        <w:gridCol w:w="628"/>
        <w:gridCol w:w="629"/>
        <w:gridCol w:w="627"/>
        <w:gridCol w:w="628"/>
        <w:gridCol w:w="629"/>
        <w:gridCol w:w="628"/>
        <w:gridCol w:w="628"/>
        <w:gridCol w:w="629"/>
        <w:gridCol w:w="628"/>
        <w:gridCol w:w="630"/>
      </w:tblGrid>
      <w:tr w:rsidR="00214A95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5E2C17">
            <w:pPr>
              <w:pStyle w:val="Default"/>
              <w:spacing w:line="360" w:lineRule="auto"/>
              <w:rPr>
                <w:rFonts w:eastAsia="SimSun, 宋体"/>
                <w:sz w:val="22"/>
                <w:szCs w:val="22"/>
                <w:lang w:bidi="hi-IN"/>
              </w:rPr>
            </w:pPr>
            <w:r>
              <w:rPr>
                <w:rFonts w:eastAsia="SimSun, 宋体"/>
                <w:sz w:val="22"/>
                <w:szCs w:val="22"/>
                <w:lang w:bidi="hi-IN"/>
              </w:rPr>
              <w:t>Imię</w:t>
            </w:r>
          </w:p>
        </w:tc>
        <w:tc>
          <w:tcPr>
            <w:tcW w:w="69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214A95">
            <w:pPr>
              <w:pStyle w:val="Default"/>
              <w:spacing w:line="360" w:lineRule="auto"/>
            </w:pPr>
          </w:p>
        </w:tc>
      </w:tr>
      <w:tr w:rsidR="00214A95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5E2C17">
            <w:pPr>
              <w:pStyle w:val="Default"/>
              <w:rPr>
                <w:rFonts w:eastAsia="SimSun, 宋体"/>
                <w:sz w:val="22"/>
                <w:szCs w:val="22"/>
                <w:lang w:bidi="hi-IN"/>
              </w:rPr>
            </w:pPr>
            <w:r>
              <w:rPr>
                <w:rFonts w:eastAsia="SimSun, 宋体"/>
                <w:sz w:val="22"/>
                <w:szCs w:val="22"/>
                <w:lang w:bidi="hi-IN"/>
              </w:rPr>
              <w:t>nazwisko</w:t>
            </w:r>
          </w:p>
        </w:tc>
        <w:tc>
          <w:tcPr>
            <w:tcW w:w="69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214A95">
            <w:pPr>
              <w:pStyle w:val="Default"/>
              <w:spacing w:line="360" w:lineRule="auto"/>
            </w:pPr>
          </w:p>
        </w:tc>
      </w:tr>
      <w:tr w:rsidR="00214A95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5E2C17">
            <w:pPr>
              <w:pStyle w:val="Default"/>
            </w:pPr>
            <w:r>
              <w:t>PESEL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214A95">
            <w:pPr>
              <w:pStyle w:val="Default"/>
              <w:spacing w:line="360" w:lineRule="auto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214A95">
            <w:pPr>
              <w:pStyle w:val="Default"/>
              <w:spacing w:line="360" w:lineRule="auto"/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214A95">
            <w:pPr>
              <w:pStyle w:val="Default"/>
              <w:spacing w:line="360" w:lineRule="auto"/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214A95">
            <w:pPr>
              <w:pStyle w:val="Default"/>
              <w:spacing w:line="360" w:lineRule="auto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214A95">
            <w:pPr>
              <w:pStyle w:val="Default"/>
              <w:spacing w:line="360" w:lineRule="auto"/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214A95">
            <w:pPr>
              <w:pStyle w:val="Default"/>
              <w:spacing w:line="360" w:lineRule="auto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214A95">
            <w:pPr>
              <w:pStyle w:val="Default"/>
              <w:spacing w:line="360" w:lineRule="auto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214A95">
            <w:pPr>
              <w:pStyle w:val="Default"/>
              <w:spacing w:line="360" w:lineRule="auto"/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214A95">
            <w:pPr>
              <w:pStyle w:val="Default"/>
              <w:spacing w:line="360" w:lineRule="auto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214A95">
            <w:pPr>
              <w:pStyle w:val="Default"/>
              <w:spacing w:line="360" w:lineRule="auto"/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214A95">
            <w:pPr>
              <w:pStyle w:val="Default"/>
              <w:spacing w:line="360" w:lineRule="auto"/>
            </w:pPr>
          </w:p>
        </w:tc>
      </w:tr>
    </w:tbl>
    <w:p w:rsidR="00214A95" w:rsidRDefault="00214A95">
      <w:pPr>
        <w:pStyle w:val="Standarduser"/>
        <w:jc w:val="both"/>
        <w:rPr>
          <w:rFonts w:eastAsia="Calibri"/>
          <w:color w:val="000000"/>
          <w:sz w:val="16"/>
          <w:szCs w:val="16"/>
          <w:lang w:eastAsia="en-US"/>
        </w:rPr>
      </w:pPr>
    </w:p>
    <w:p w:rsidR="00214A95" w:rsidRDefault="005E2C17">
      <w:pPr>
        <w:pStyle w:val="Standarduser"/>
        <w:rPr>
          <w:rFonts w:hint="eastAsia"/>
        </w:rPr>
      </w:pPr>
      <w:r>
        <w:t>Ja niżej podpisany/a wyrażam zgodę na przetwarzanie moich danych osobowych w podanym wyżej/niżej zakresie:</w:t>
      </w:r>
    </w:p>
    <w:p w:rsidR="00214A95" w:rsidRDefault="005E2C17">
      <w:pPr>
        <w:pStyle w:val="Standarduser"/>
        <w:jc w:val="both"/>
        <w:rPr>
          <w:rFonts w:hint="eastAsia"/>
        </w:rPr>
      </w:pPr>
      <w:r>
        <w:t>Imię i nazwisko, adres miejsca zamieszkania, data i miejsce urodzenia, numer PESEL, adres poczty elektronicznej e-mail,</w:t>
      </w:r>
      <w:r>
        <w:t xml:space="preserve"> numer telefonu, adres miejsca pracy z numerem telefonu ,przez Gminę Tarnowiec i Samorządowy Żłobek w Tarnowcu w celach procesu rekrutacji dzieci do Samorządowego Żłobka w Tarnowcu, zawarcia i wykonania umowy określającej zasady przyjęcia i uczęszczania dz</w:t>
      </w:r>
      <w:r>
        <w:t>iecka do Samorządowego Żłobka w Tarnowcu, względnie dochodzenia roszczeń związanych z niewykonaniem lub nienależytym wykonaniem umowy określającej zasady przyjęcia i uczęszczania dziecka do Samorządowego Żłobka w Tarnowcu oraz mogą być udostępniane innym p</w:t>
      </w:r>
      <w:r>
        <w:t>odmiotom w celu wykonania w/w umowy oraz dochodzenia roszczeń związanych z niewykonaniem lub nienależytym wykonaniem                  w/w umowy).</w:t>
      </w:r>
    </w:p>
    <w:p w:rsidR="00214A95" w:rsidRDefault="005E2C17">
      <w:pPr>
        <w:pStyle w:val="Standarduser"/>
        <w:ind w:firstLine="708"/>
        <w:jc w:val="both"/>
        <w:rPr>
          <w:rFonts w:hint="eastAsia"/>
        </w:rPr>
      </w:pPr>
      <w:r>
        <w:t>Przetwarzanie danych osobowych nastąpi na zasadach określonych w ustawie z dnia 29 sierpnia 1997 r. o ochronie</w:t>
      </w:r>
      <w:r>
        <w:t xml:space="preserve"> danych osobowych (tj. Dz.U. z 2016 r., poz. 922 z </w:t>
      </w:r>
      <w:proofErr w:type="spellStart"/>
      <w:r>
        <w:t>późn</w:t>
      </w:r>
      <w:proofErr w:type="spellEnd"/>
      <w:r>
        <w:t>. zm.) oraz w Rozporządzeniu Parlamentu Europejskiego i Rady (UE) 2016/679 z dnia 27 kwietnia 2016 r. w sprawie ochrony osób fizycznych w związku z przetwarzaniem danych osobowych i w sprawie swobodneg</w:t>
      </w:r>
      <w:r>
        <w:t>o przepływu takich danych oraz uchylenia dyrektywy 95/46/WE (ogólne rozporządzenie o ochronie danych) (Dz. U. U.E. z 2016 r. poz. 4.5, zwanym dalej rozporządzenie RODO).</w:t>
      </w:r>
    </w:p>
    <w:p w:rsidR="00214A95" w:rsidRDefault="005E2C17">
      <w:pPr>
        <w:pStyle w:val="Standarduser"/>
        <w:ind w:firstLine="708"/>
        <w:jc w:val="both"/>
        <w:rPr>
          <w:rFonts w:hint="eastAsia"/>
        </w:rPr>
      </w:pPr>
      <w:r>
        <w:t>Jednocześnie oświadczam, że zostałem poinformowany, iż przysługuje mi prawo do dostępu</w:t>
      </w:r>
      <w:r>
        <w:t xml:space="preserve"> do treści moich danych osobowych oraz do ich poprawiania na zasadach przewidzianych w ustawie z dnia 29 sierpnia 1997 r. o ochronie danych osobowych (Dz. U. z 2016 r., poz. 922 z </w:t>
      </w:r>
      <w:proofErr w:type="spellStart"/>
      <w:r>
        <w:t>późn</w:t>
      </w:r>
      <w:proofErr w:type="spellEnd"/>
      <w:r>
        <w:t>. zm.) oraz rozporządzeniu RODO, prawo do wniesienia sprzeciwu wobec prz</w:t>
      </w:r>
      <w:r>
        <w:t>etwarzania danych osobowych niezgodnie z ustawą o ochronie danych osobowych, rozporządzeniem RODO oraz niniejszą umową, a także prawo do wycofania zgody na przetwarzania danych osobowych. Wszelkie w/w oświadczenia wymagają formy pisemnej pod rygorem nieważ</w:t>
      </w:r>
      <w:r>
        <w:t>ności. Jednocześnie oświadczam, że zostałem poinformowany, że wycofanie zgody nie wpływa na zgodność z prawem przetwarzania moich danych osobowych, którego dokonano na podstawie zgody przed jej wycofaniem.</w:t>
      </w:r>
    </w:p>
    <w:p w:rsidR="00214A95" w:rsidRDefault="005E2C17">
      <w:pPr>
        <w:pStyle w:val="Standarduser"/>
        <w:ind w:firstLine="708"/>
        <w:jc w:val="both"/>
        <w:rPr>
          <w:rFonts w:hint="eastAsia"/>
        </w:rPr>
      </w:pPr>
      <w:r>
        <w:t>Jednocześnie oświadczam, że posiadam informację, ż</w:t>
      </w:r>
      <w:r>
        <w:t>e administratorem moich danych osobowych będzie  Samorządowy Żłobek w Tarnowcu, adres Inspektora Ochrony Danych:</w:t>
      </w:r>
    </w:p>
    <w:p w:rsidR="00214A95" w:rsidRDefault="005E2C17">
      <w:pPr>
        <w:pStyle w:val="Standarduser"/>
        <w:jc w:val="both"/>
        <w:rPr>
          <w:rFonts w:hint="eastAsia"/>
        </w:rPr>
      </w:pPr>
      <w:r>
        <w:t xml:space="preserve">patrycja.kaczmarczyk-hap@ugtarnowiec.pl </w:t>
      </w:r>
    </w:p>
    <w:p w:rsidR="00214A95" w:rsidRDefault="005E2C17">
      <w:pPr>
        <w:pStyle w:val="Standarduser"/>
        <w:jc w:val="both"/>
        <w:rPr>
          <w:rFonts w:hint="eastAsia"/>
        </w:rPr>
      </w:pPr>
      <w:r>
        <w:rPr>
          <w:b/>
          <w:bCs/>
        </w:rPr>
        <w:t xml:space="preserve">           </w:t>
      </w:r>
      <w:r>
        <w:t>Jednocześnie oświadczam, że podanie danych osobowych jest dobrowolne, jak również, że są on</w:t>
      </w:r>
      <w:r>
        <w:t>e zgodne z prawdą.</w:t>
      </w:r>
    </w:p>
    <w:p w:rsidR="00214A95" w:rsidRDefault="005E2C17">
      <w:pPr>
        <w:pStyle w:val="Standarduser"/>
        <w:ind w:firstLine="708"/>
        <w:jc w:val="both"/>
        <w:rPr>
          <w:rFonts w:hint="eastAsia"/>
        </w:rPr>
      </w:pPr>
      <w:r>
        <w:t>Zgoda zostaje udzielona na czas procesu rekrutacji oraz okres obowiązywania umowy określającej zasady przyjęcia i uczęszczania dziecka do Samorządowego Żłobka w Tarnowcu.</w:t>
      </w:r>
    </w:p>
    <w:p w:rsidR="00214A95" w:rsidRDefault="00214A95">
      <w:pPr>
        <w:pStyle w:val="Standarduser"/>
        <w:jc w:val="both"/>
        <w:rPr>
          <w:rFonts w:hint="eastAsia"/>
        </w:rPr>
      </w:pPr>
    </w:p>
    <w:p w:rsidR="00214A95" w:rsidRDefault="00214A95">
      <w:pPr>
        <w:pStyle w:val="Standarduser"/>
        <w:jc w:val="both"/>
        <w:rPr>
          <w:rFonts w:hint="eastAsia"/>
        </w:rPr>
      </w:pPr>
    </w:p>
    <w:p w:rsidR="00214A95" w:rsidRDefault="005E2C17">
      <w:pPr>
        <w:pStyle w:val="Standarduser"/>
        <w:jc w:val="both"/>
        <w:rPr>
          <w:rFonts w:hint="eastAsia"/>
        </w:rPr>
      </w:pPr>
      <w:r>
        <w:rPr>
          <w:rFonts w:ascii="Times New Roman" w:eastAsia="SimSun, 宋体" w:hAnsi="Times New Roman" w:cs="Times New Roman"/>
          <w:i/>
          <w:sz w:val="20"/>
          <w:szCs w:val="20"/>
        </w:rPr>
        <w:t>…………………………………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eastAsia="SimSun, 宋体" w:hAnsi="Times New Roman" w:cs="Times New Roman"/>
          <w:i/>
          <w:sz w:val="20"/>
          <w:szCs w:val="20"/>
        </w:rPr>
        <w:t>…………………………….…………………………….</w:t>
      </w:r>
    </w:p>
    <w:p w:rsidR="00214A95" w:rsidRDefault="005E2C17">
      <w:pPr>
        <w:pStyle w:val="Default"/>
      </w:pPr>
      <w:r>
        <w:rPr>
          <w:rFonts w:eastAsia="Times New Roman"/>
          <w:i/>
          <w:sz w:val="20"/>
          <w:szCs w:val="20"/>
        </w:rPr>
        <w:t xml:space="preserve">        </w:t>
      </w:r>
      <w:r>
        <w:rPr>
          <w:i/>
          <w:sz w:val="20"/>
          <w:szCs w:val="20"/>
        </w:rPr>
        <w:t>(miejscowość, data)                                                                 (podpisy Rodziców/ prawnych opiekunów)</w:t>
      </w:r>
    </w:p>
    <w:p w:rsidR="00214A95" w:rsidRDefault="005E2C17">
      <w:pPr>
        <w:pStyle w:val="Standarduser"/>
        <w:suppressAutoHyphens w:val="0"/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lastRenderedPageBreak/>
        <w:t>Oświadczenie na przetwarzanie danych osobowych dziecka</w:t>
      </w:r>
    </w:p>
    <w:p w:rsidR="00214A95" w:rsidRDefault="00214A95">
      <w:pPr>
        <w:pStyle w:val="Standarduser"/>
        <w:suppressAutoHyphens w:val="0"/>
        <w:jc w:val="center"/>
        <w:rPr>
          <w:rFonts w:eastAsia="Calibri"/>
          <w:b/>
          <w:color w:val="000000"/>
          <w:lang w:eastAsia="en-US"/>
        </w:rPr>
      </w:pPr>
    </w:p>
    <w:p w:rsidR="00214A95" w:rsidRDefault="005E2C17">
      <w:pPr>
        <w:pStyle w:val="Standard"/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Dane dziecka</w:t>
      </w:r>
    </w:p>
    <w:tbl>
      <w:tblPr>
        <w:tblW w:w="9180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628"/>
        <w:gridCol w:w="628"/>
        <w:gridCol w:w="629"/>
        <w:gridCol w:w="627"/>
        <w:gridCol w:w="628"/>
        <w:gridCol w:w="629"/>
        <w:gridCol w:w="628"/>
        <w:gridCol w:w="628"/>
        <w:gridCol w:w="629"/>
        <w:gridCol w:w="628"/>
        <w:gridCol w:w="630"/>
      </w:tblGrid>
      <w:tr w:rsidR="00214A95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5E2C17">
            <w:pPr>
              <w:pStyle w:val="Default"/>
              <w:spacing w:line="360" w:lineRule="auto"/>
              <w:rPr>
                <w:rFonts w:eastAsia="SimSun, 宋体"/>
                <w:sz w:val="22"/>
                <w:szCs w:val="22"/>
                <w:lang w:bidi="hi-IN"/>
              </w:rPr>
            </w:pPr>
            <w:r>
              <w:rPr>
                <w:rFonts w:eastAsia="SimSun, 宋体"/>
                <w:sz w:val="22"/>
                <w:szCs w:val="22"/>
                <w:lang w:bidi="hi-IN"/>
              </w:rPr>
              <w:t>Imię</w:t>
            </w:r>
          </w:p>
        </w:tc>
        <w:tc>
          <w:tcPr>
            <w:tcW w:w="69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214A95">
            <w:pPr>
              <w:pStyle w:val="Default"/>
              <w:spacing w:line="360" w:lineRule="auto"/>
            </w:pPr>
          </w:p>
        </w:tc>
      </w:tr>
      <w:tr w:rsidR="00214A95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5E2C17">
            <w:pPr>
              <w:pStyle w:val="Default"/>
              <w:rPr>
                <w:rFonts w:eastAsia="SimSun, 宋体"/>
                <w:sz w:val="22"/>
                <w:szCs w:val="22"/>
                <w:lang w:bidi="hi-IN"/>
              </w:rPr>
            </w:pPr>
            <w:r>
              <w:rPr>
                <w:rFonts w:eastAsia="SimSun, 宋体"/>
                <w:sz w:val="22"/>
                <w:szCs w:val="22"/>
                <w:lang w:bidi="hi-IN"/>
              </w:rPr>
              <w:t>nazwisko</w:t>
            </w:r>
          </w:p>
        </w:tc>
        <w:tc>
          <w:tcPr>
            <w:tcW w:w="69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214A95">
            <w:pPr>
              <w:pStyle w:val="Default"/>
              <w:spacing w:line="360" w:lineRule="auto"/>
            </w:pPr>
          </w:p>
        </w:tc>
      </w:tr>
      <w:tr w:rsidR="00214A95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5E2C17">
            <w:pPr>
              <w:pStyle w:val="Default"/>
            </w:pPr>
            <w:r>
              <w:t>PESEL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214A95">
            <w:pPr>
              <w:pStyle w:val="Default"/>
              <w:spacing w:line="360" w:lineRule="auto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214A95">
            <w:pPr>
              <w:pStyle w:val="Default"/>
              <w:spacing w:line="360" w:lineRule="auto"/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214A95">
            <w:pPr>
              <w:pStyle w:val="Default"/>
              <w:spacing w:line="360" w:lineRule="auto"/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214A95">
            <w:pPr>
              <w:pStyle w:val="Default"/>
              <w:spacing w:line="360" w:lineRule="auto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214A95">
            <w:pPr>
              <w:pStyle w:val="Default"/>
              <w:spacing w:line="360" w:lineRule="auto"/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214A95">
            <w:pPr>
              <w:pStyle w:val="Default"/>
              <w:spacing w:line="360" w:lineRule="auto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214A95">
            <w:pPr>
              <w:pStyle w:val="Default"/>
              <w:spacing w:line="360" w:lineRule="auto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214A95">
            <w:pPr>
              <w:pStyle w:val="Default"/>
              <w:spacing w:line="360" w:lineRule="auto"/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214A95">
            <w:pPr>
              <w:pStyle w:val="Default"/>
              <w:spacing w:line="360" w:lineRule="auto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214A95">
            <w:pPr>
              <w:pStyle w:val="Default"/>
              <w:spacing w:line="360" w:lineRule="auto"/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4A95" w:rsidRDefault="00214A95">
            <w:pPr>
              <w:pStyle w:val="Default"/>
              <w:spacing w:line="360" w:lineRule="auto"/>
            </w:pPr>
          </w:p>
        </w:tc>
      </w:tr>
    </w:tbl>
    <w:p w:rsidR="00214A95" w:rsidRDefault="00214A95">
      <w:pPr>
        <w:pStyle w:val="Standarduser"/>
        <w:jc w:val="both"/>
        <w:rPr>
          <w:rFonts w:eastAsia="Calibri"/>
          <w:color w:val="000000"/>
          <w:sz w:val="16"/>
          <w:szCs w:val="16"/>
          <w:lang w:eastAsia="en-US"/>
        </w:rPr>
      </w:pPr>
    </w:p>
    <w:p w:rsidR="00214A95" w:rsidRDefault="005E2C17">
      <w:pPr>
        <w:pStyle w:val="Standarduser"/>
        <w:rPr>
          <w:rFonts w:hint="eastAsia"/>
        </w:rPr>
      </w:pPr>
      <w:r>
        <w:t>Ja niżej podpisany/a wyrażam zgodę na przetwarzanie  danych osobowych mojego dziecka w podanym wyżej/niżej zakresie:</w:t>
      </w:r>
    </w:p>
    <w:p w:rsidR="00214A95" w:rsidRDefault="005E2C17">
      <w:pPr>
        <w:pStyle w:val="Standarduser"/>
        <w:jc w:val="both"/>
        <w:rPr>
          <w:rFonts w:hint="eastAsia"/>
        </w:rPr>
      </w:pPr>
      <w:r>
        <w:t xml:space="preserve">Imię i nazwisko, adres miejsca zamieszkania, data i miejsce urodzenia, numer PESEL, inne ważne informacje o dziecku (w tym dane </w:t>
      </w:r>
      <w:r>
        <w:t>wrażliwe, np. niepełnosprawność, choroby stałe, wady rozwojowe, alergie, przyjmowane leki,  przebyte choroby zakaźne),przez Gminę Tarnowiec i Samorządowy Żłobek w Tarnowcu w celach procesu rekrutacji dzieci do Samorządowego Żłobka w Tarnowcu, zawarcia i wy</w:t>
      </w:r>
      <w:r>
        <w:t>konania umowy określającej zasady przyjęcia i uczęszczania dziecka do Samorządowego Żłobka w Tarnowcu, względnie dochodzenia roszczeń związanych z niewykonaniem lub nienależytym wykonaniem umowy określającej zasady przyjęcia i uczęszczania dziecka do Samor</w:t>
      </w:r>
      <w:r>
        <w:t>ządowego Żłobka w Tarnowcu oraz mogą być udostępniane innym podmiotom w celu wykonania w/w umowy oraz dochodzenia roszczeń związanych z niewykonaniem lub nienależytym wykonaniem w/w umowy).</w:t>
      </w:r>
    </w:p>
    <w:p w:rsidR="00214A95" w:rsidRDefault="005E2C17">
      <w:pPr>
        <w:pStyle w:val="Standarduser"/>
        <w:ind w:firstLine="708"/>
        <w:jc w:val="both"/>
        <w:rPr>
          <w:rFonts w:hint="eastAsia"/>
        </w:rPr>
      </w:pPr>
      <w:r>
        <w:t>Przetwarzanie danych osobowych nastąpi na zasadach określonych w u</w:t>
      </w:r>
      <w:r>
        <w:t xml:space="preserve">stawie z dnia 29 sierpnia 1997 r. o ochronie danych osobowych (tj. Dz.U. z 2016 r., poz. 922 z </w:t>
      </w:r>
      <w:proofErr w:type="spellStart"/>
      <w:r>
        <w:t>późn</w:t>
      </w:r>
      <w:proofErr w:type="spellEnd"/>
      <w:r>
        <w:t>. zm.) oraz w Rozporządzeniu Parlamentu Europejskiego i Rady (UE) 2016/679 z dnia 27 kwietnia 2016 r. w sprawie ochrony osób fizycznych w związku z przetwarz</w:t>
      </w:r>
      <w:r>
        <w:t>aniem danych osobowych i w sprawie swobodnego przepływu takich danych oraz uchylenia dyrektywy 95/46/WE (ogólne rozporządzenie o ochronie danych) (Dz. U. U.E. z 2016 r. poz. 4.5, zwanym dalej rozporządzenie RODO).</w:t>
      </w:r>
    </w:p>
    <w:p w:rsidR="00214A95" w:rsidRDefault="005E2C17">
      <w:pPr>
        <w:pStyle w:val="Standarduser"/>
        <w:ind w:firstLine="708"/>
        <w:jc w:val="both"/>
        <w:rPr>
          <w:rFonts w:hint="eastAsia"/>
        </w:rPr>
      </w:pPr>
      <w:r>
        <w:t xml:space="preserve">Jednocześnie oświadczam, że zostałem </w:t>
      </w:r>
      <w:r>
        <w:t xml:space="preserve">poinformowany, iż przysługuje mi prawo do dostępu do treści moich danych osobowych oraz do ich poprawiania na zasadach przewidzianych w ustawie z dnia 29 sierpnia 1997 r. o ochronie danych osobowych (Dz. U. z 2016 r., poz. 922 z </w:t>
      </w:r>
      <w:proofErr w:type="spellStart"/>
      <w:r>
        <w:t>późn</w:t>
      </w:r>
      <w:proofErr w:type="spellEnd"/>
      <w:r>
        <w:t>. zm.) oraz rozporządze</w:t>
      </w:r>
      <w:r>
        <w:t>niu RODO, prawo do wniesienia sprzeciwu wobec przetwarzania danych osobowych niezgodnie z ustawą o ochronie danych osobowych, rozporządzeniem RODO oraz niniejszą umową, a także prawo do wycofania zgody na przetwarzania danych osobowych. Wszelkie w/w oświad</w:t>
      </w:r>
      <w:r>
        <w:t>czenia wymagają formy pisemnej pod rygorem nieważności. Jednocześnie oświadczam, że zostałem poinformowany, że wycofanie zgody nie wpływa na zgodność z prawem przetwarzania moich danych osobowych, którego dokonano na podstawie zgody przed jej wycofaniem.</w:t>
      </w:r>
    </w:p>
    <w:p w:rsidR="00214A95" w:rsidRDefault="005E2C17">
      <w:pPr>
        <w:pStyle w:val="Standarduser"/>
        <w:ind w:firstLine="708"/>
        <w:jc w:val="both"/>
        <w:rPr>
          <w:rFonts w:hint="eastAsia"/>
        </w:rPr>
      </w:pPr>
      <w:r>
        <w:t>J</w:t>
      </w:r>
      <w:r>
        <w:t>ednocześnie oświadczam, że posiadam informację, że administratorem moich danych osobowych będzie  Samorządowy Żłobek w Tarnowcu, adres Inspektora Ochrony Danych:</w:t>
      </w:r>
    </w:p>
    <w:p w:rsidR="00214A95" w:rsidRDefault="005E2C17">
      <w:pPr>
        <w:pStyle w:val="Standarduser"/>
        <w:jc w:val="both"/>
        <w:rPr>
          <w:rFonts w:hint="eastAsia"/>
        </w:rPr>
      </w:pPr>
      <w:r>
        <w:t xml:space="preserve">patrycja.kaczmarczyk-hap@ugtarnowiec.pl </w:t>
      </w:r>
    </w:p>
    <w:p w:rsidR="00214A95" w:rsidRDefault="005E2C17">
      <w:pPr>
        <w:pStyle w:val="Standarduser"/>
        <w:jc w:val="both"/>
        <w:rPr>
          <w:rFonts w:hint="eastAsia"/>
        </w:rPr>
      </w:pPr>
      <w:r>
        <w:t xml:space="preserve">            Jednocześnie oświadczam, że podanie danyc</w:t>
      </w:r>
      <w:r>
        <w:t>h osobowych jest dobrowolne, jak również że są one zgodne z prawdą.</w:t>
      </w:r>
    </w:p>
    <w:p w:rsidR="00214A95" w:rsidRDefault="005E2C17">
      <w:pPr>
        <w:pStyle w:val="Standarduser"/>
        <w:ind w:firstLine="708"/>
        <w:jc w:val="both"/>
        <w:rPr>
          <w:rFonts w:hint="eastAsia"/>
        </w:rPr>
      </w:pPr>
      <w:r>
        <w:t>Zgoda zostaje udzielona na czas procesu rekrutacji oraz okres obowiązywania umowy określającej zasady przyjęcia i uczęszczania dziecka do Samorządowego Żłobka w Tarnowcu.</w:t>
      </w:r>
    </w:p>
    <w:p w:rsidR="00214A95" w:rsidRDefault="00214A95">
      <w:pPr>
        <w:pStyle w:val="Standarduser"/>
        <w:jc w:val="both"/>
        <w:rPr>
          <w:rFonts w:hint="eastAsia"/>
        </w:rPr>
      </w:pPr>
    </w:p>
    <w:p w:rsidR="00214A95" w:rsidRDefault="00214A95">
      <w:pPr>
        <w:pStyle w:val="Standarduser"/>
        <w:jc w:val="both"/>
        <w:rPr>
          <w:rFonts w:hint="eastAsia"/>
        </w:rPr>
      </w:pPr>
      <w:bookmarkStart w:id="1" w:name="_GoBack1"/>
      <w:bookmarkEnd w:id="1"/>
    </w:p>
    <w:p w:rsidR="00214A95" w:rsidRDefault="005E2C17">
      <w:pPr>
        <w:pStyle w:val="Standarduser"/>
        <w:jc w:val="both"/>
        <w:rPr>
          <w:rFonts w:hint="eastAsia"/>
        </w:rPr>
      </w:pPr>
      <w:r>
        <w:rPr>
          <w:rFonts w:ascii="Times New Roman" w:eastAsia="SimSun, 宋体" w:hAnsi="Times New Roman" w:cs="Times New Roman"/>
          <w:i/>
          <w:sz w:val="20"/>
          <w:szCs w:val="20"/>
        </w:rPr>
        <w:t>…………………………………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</w:t>
      </w:r>
      <w:r>
        <w:rPr>
          <w:rFonts w:ascii="Times New Roman" w:eastAsia="SimSun, 宋体" w:hAnsi="Times New Roman" w:cs="Times New Roman"/>
          <w:i/>
          <w:sz w:val="20"/>
          <w:szCs w:val="20"/>
        </w:rPr>
        <w:t>…………………………….…………………………….</w:t>
      </w:r>
    </w:p>
    <w:p w:rsidR="00214A95" w:rsidRDefault="005E2C17">
      <w:pPr>
        <w:pStyle w:val="Default"/>
      </w:pPr>
      <w:r>
        <w:rPr>
          <w:rFonts w:eastAsia="Times New Roman"/>
          <w:i/>
          <w:sz w:val="20"/>
          <w:szCs w:val="20"/>
        </w:rPr>
        <w:t xml:space="preserve">        </w:t>
      </w:r>
      <w:r>
        <w:rPr>
          <w:i/>
          <w:sz w:val="20"/>
          <w:szCs w:val="20"/>
        </w:rPr>
        <w:t>(miejscowość, data)                                                                 (podpisy Rodziców/ prawnych opiekunów)</w:t>
      </w:r>
    </w:p>
    <w:p w:rsidR="00214A95" w:rsidRDefault="00214A95">
      <w:pPr>
        <w:pStyle w:val="Standard"/>
      </w:pPr>
    </w:p>
    <w:sectPr w:rsidR="00214A95">
      <w:footerReference w:type="default" r:id="rId7"/>
      <w:pgSz w:w="11906" w:h="16838"/>
      <w:pgMar w:top="993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C17" w:rsidRDefault="005E2C17">
      <w:r>
        <w:separator/>
      </w:r>
    </w:p>
  </w:endnote>
  <w:endnote w:type="continuationSeparator" w:id="0">
    <w:p w:rsidR="005E2C17" w:rsidRDefault="005E2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imSun, 宋体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E6F" w:rsidRDefault="005E2C17">
    <w:pPr>
      <w:pStyle w:val="Stopka"/>
      <w:jc w:val="center"/>
    </w:pPr>
  </w:p>
  <w:p w:rsidR="00694E6F" w:rsidRDefault="005E2C17">
    <w:pPr>
      <w:pStyle w:val="Stopka"/>
      <w:jc w:val="center"/>
    </w:pPr>
  </w:p>
  <w:p w:rsidR="00694E6F" w:rsidRDefault="005E2C17">
    <w:pPr>
      <w:pStyle w:val="Stopka"/>
      <w:jc w:val="center"/>
    </w:pPr>
  </w:p>
  <w:p w:rsidR="00694E6F" w:rsidRDefault="005E2C17">
    <w:pPr>
      <w:pStyle w:val="Stopka"/>
      <w:jc w:val="center"/>
    </w:pPr>
  </w:p>
  <w:p w:rsidR="00694E6F" w:rsidRDefault="005E2C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C17" w:rsidRDefault="005E2C17">
      <w:r>
        <w:rPr>
          <w:color w:val="000000"/>
        </w:rPr>
        <w:separator/>
      </w:r>
    </w:p>
  </w:footnote>
  <w:footnote w:type="continuationSeparator" w:id="0">
    <w:p w:rsidR="005E2C17" w:rsidRDefault="005E2C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1C3F62"/>
    <w:multiLevelType w:val="multilevel"/>
    <w:tmpl w:val="A85C5DB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E64AD"/>
    <w:multiLevelType w:val="multilevel"/>
    <w:tmpl w:val="200E3318"/>
    <w:styleLink w:val="NoList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214A95"/>
    <w:rsid w:val="00214A95"/>
    <w:rsid w:val="005E2C17"/>
    <w:rsid w:val="0086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29E340-5A54-4C4B-A190-3DF6231D6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51" w:lineRule="auto"/>
    </w:pPr>
    <w:rPr>
      <w:rFonts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customStyle="1" w:styleId="Standarduser">
    <w:name w:val="Standard (user)"/>
    <w:pPr>
      <w:widowControl/>
      <w:suppressAutoHyphens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Default">
    <w:name w:val="Default"/>
    <w:pPr>
      <w:widowControl/>
      <w:suppressAutoHyphens/>
    </w:pPr>
    <w:rPr>
      <w:rFonts w:ascii="Times New Roman" w:hAnsi="Times New Roman" w:cs="Times New Roman"/>
      <w:color w:val="000000"/>
      <w:kern w:val="3"/>
      <w:sz w:val="24"/>
      <w:szCs w:val="24"/>
      <w:lang w:eastAsia="zh-CN"/>
    </w:rPr>
  </w:style>
  <w:style w:type="paragraph" w:styleId="Nagwek">
    <w:name w:val="header"/>
    <w:basedOn w:val="Standard"/>
    <w:pPr>
      <w:tabs>
        <w:tab w:val="center" w:pos="4536"/>
        <w:tab w:val="right" w:pos="9072"/>
      </w:tabs>
      <w:suppressAutoHyphens w:val="0"/>
      <w:spacing w:after="0" w:line="240" w:lineRule="auto"/>
      <w:textAlignment w:val="auto"/>
    </w:pPr>
    <w:rPr>
      <w:rFonts w:cs="Tahoma"/>
    </w:rPr>
  </w:style>
  <w:style w:type="paragraph" w:styleId="Stopka">
    <w:name w:val="footer"/>
    <w:basedOn w:val="Standard"/>
    <w:pPr>
      <w:tabs>
        <w:tab w:val="center" w:pos="4536"/>
        <w:tab w:val="right" w:pos="9072"/>
      </w:tabs>
      <w:suppressAutoHyphens w:val="0"/>
      <w:spacing w:after="0" w:line="240" w:lineRule="auto"/>
      <w:textAlignment w:val="auto"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numbering" w:customStyle="1" w:styleId="NoList">
    <w:name w:val="No List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895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Bartłomiej Wójcik</cp:lastModifiedBy>
  <cp:revision>2</cp:revision>
  <cp:lastPrinted>2019-06-03T08:32:00Z</cp:lastPrinted>
  <dcterms:created xsi:type="dcterms:W3CDTF">2020-01-03T13:21:00Z</dcterms:created>
  <dcterms:modified xsi:type="dcterms:W3CDTF">2020-01-03T13:21:00Z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