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953" w:rsidRDefault="00755953" w:rsidP="00755953">
      <w:pPr>
        <w:pStyle w:val="Bezodstpw"/>
        <w:jc w:val="center"/>
        <w:rPr>
          <w:sz w:val="24"/>
          <w:szCs w:val="24"/>
        </w:rPr>
      </w:pPr>
    </w:p>
    <w:p w:rsidR="00755953" w:rsidRDefault="00755953" w:rsidP="00755953">
      <w:pPr>
        <w:pStyle w:val="Bezodstpw"/>
        <w:jc w:val="right"/>
        <w:rPr>
          <w:sz w:val="28"/>
          <w:szCs w:val="28"/>
        </w:rPr>
      </w:pPr>
      <w:r>
        <w:rPr>
          <w:sz w:val="28"/>
          <w:szCs w:val="28"/>
        </w:rPr>
        <w:t>Tarnowiec, dnia  ........   ………  ……. r.</w:t>
      </w:r>
    </w:p>
    <w:p w:rsidR="00755953" w:rsidRDefault="00755953" w:rsidP="00755953">
      <w:pPr>
        <w:pStyle w:val="Bezodstpw"/>
        <w:jc w:val="right"/>
      </w:pPr>
    </w:p>
    <w:p w:rsidR="00755953" w:rsidRDefault="00755953" w:rsidP="00755953">
      <w:pPr>
        <w:pStyle w:val="Bezodstpw"/>
        <w:jc w:val="right"/>
      </w:pPr>
    </w:p>
    <w:p w:rsidR="00755953" w:rsidRDefault="00755953" w:rsidP="00755953">
      <w:pPr>
        <w:pStyle w:val="Bezodstpw"/>
      </w:pPr>
    </w:p>
    <w:p w:rsidR="00755953" w:rsidRDefault="00755953" w:rsidP="00755953">
      <w:pPr>
        <w:pStyle w:val="Bezodstpw"/>
      </w:pPr>
      <w:r>
        <w:t>…………………………………………………………………...</w:t>
      </w:r>
    </w:p>
    <w:p w:rsidR="00755953" w:rsidRDefault="00755953" w:rsidP="00755953">
      <w:pPr>
        <w:pStyle w:val="Bezodstpw"/>
      </w:pPr>
      <w:r>
        <w:t xml:space="preserve">          ( IMIĘ   I NAZWISKO)</w:t>
      </w:r>
    </w:p>
    <w:p w:rsidR="00755953" w:rsidRDefault="00755953" w:rsidP="00755953">
      <w:pPr>
        <w:pStyle w:val="Bezodstpw"/>
      </w:pPr>
    </w:p>
    <w:p w:rsidR="00755953" w:rsidRDefault="00755953" w:rsidP="00755953">
      <w:pPr>
        <w:pStyle w:val="Bezodstpw"/>
      </w:pPr>
      <w:r>
        <w:t>……………………………………………………………………</w:t>
      </w:r>
    </w:p>
    <w:p w:rsidR="00755953" w:rsidRDefault="00755953" w:rsidP="00755953">
      <w:pPr>
        <w:pStyle w:val="Bezodstpw"/>
      </w:pPr>
      <w:r>
        <w:t xml:space="preserve">        (MIEJSCE   ZAMIESZKANIA)</w:t>
      </w:r>
    </w:p>
    <w:p w:rsidR="00755953" w:rsidRDefault="00755953" w:rsidP="00755953">
      <w:pPr>
        <w:pStyle w:val="Bezodstpw"/>
      </w:pPr>
    </w:p>
    <w:p w:rsidR="00755953" w:rsidRDefault="00755953" w:rsidP="00755953">
      <w:pPr>
        <w:pStyle w:val="Bezodstpw"/>
      </w:pPr>
      <w:r>
        <w:t>NR   PESEL ………………………………………………...</w:t>
      </w:r>
    </w:p>
    <w:p w:rsidR="00755953" w:rsidRDefault="00755953" w:rsidP="00755953">
      <w:pPr>
        <w:pStyle w:val="Bezodstpw"/>
      </w:pPr>
    </w:p>
    <w:p w:rsidR="00755953" w:rsidRDefault="00755953" w:rsidP="00755953">
      <w:pPr>
        <w:pStyle w:val="Bezodstpw"/>
      </w:pPr>
    </w:p>
    <w:p w:rsidR="00755953" w:rsidRDefault="00755953" w:rsidP="00755953">
      <w:pPr>
        <w:pStyle w:val="Bezodstpw"/>
      </w:pPr>
    </w:p>
    <w:p w:rsidR="00755953" w:rsidRDefault="00755953" w:rsidP="00755953">
      <w:pPr>
        <w:pStyle w:val="Bezodstpw"/>
      </w:pPr>
    </w:p>
    <w:p w:rsidR="00755953" w:rsidRDefault="00755953" w:rsidP="00755953">
      <w:pPr>
        <w:pStyle w:val="Bezodstpw"/>
      </w:pPr>
    </w:p>
    <w:p w:rsidR="00755953" w:rsidRDefault="00755953" w:rsidP="00755953">
      <w:pPr>
        <w:pStyle w:val="Bezodstpw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 Ś W I A D C Z E N I E</w:t>
      </w:r>
    </w:p>
    <w:p w:rsidR="00755953" w:rsidRDefault="00755953" w:rsidP="00755953">
      <w:pPr>
        <w:pStyle w:val="Bezodstpw"/>
        <w:jc w:val="center"/>
        <w:rPr>
          <w:sz w:val="24"/>
          <w:szCs w:val="24"/>
        </w:rPr>
      </w:pPr>
    </w:p>
    <w:p w:rsidR="00755953" w:rsidRDefault="00755953" w:rsidP="00755953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ab/>
        <w:t xml:space="preserve">Niżej podpisany/a  ………………………………………………………………………………………………… zam. …………………………………………………….. świadomy/a odpowiedzialności karnej wynikającej </w:t>
      </w:r>
    </w:p>
    <w:p w:rsidR="00755953" w:rsidRDefault="00755953" w:rsidP="00755953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z art. 233 Kodeksu Karnego za fałszywe zeznania, niezgodne lub zatajenie prawdy niniejszym oświadczam, że użytkuję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5953" w:rsidRDefault="00755953" w:rsidP="00755953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5953" w:rsidRDefault="00755953" w:rsidP="00755953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5953" w:rsidRDefault="00755953" w:rsidP="00755953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5953" w:rsidRDefault="00755953" w:rsidP="00755953">
      <w:pPr>
        <w:pStyle w:val="Bezodstpw"/>
        <w:rPr>
          <w:sz w:val="24"/>
          <w:szCs w:val="24"/>
        </w:rPr>
      </w:pPr>
    </w:p>
    <w:p w:rsidR="00755953" w:rsidRDefault="00755953" w:rsidP="00755953">
      <w:pPr>
        <w:pStyle w:val="Bezodstpw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</w:t>
      </w:r>
    </w:p>
    <w:p w:rsidR="00755953" w:rsidRDefault="00755953" w:rsidP="00755953">
      <w:pPr>
        <w:pStyle w:val="Bezodstpw"/>
        <w:jc w:val="right"/>
        <w:rPr>
          <w:sz w:val="24"/>
          <w:szCs w:val="24"/>
        </w:rPr>
      </w:pPr>
      <w:r>
        <w:rPr>
          <w:sz w:val="24"/>
          <w:szCs w:val="24"/>
        </w:rPr>
        <w:t>( podpis  oświadczającego)</w:t>
      </w:r>
    </w:p>
    <w:p w:rsidR="00755953" w:rsidRDefault="00755953" w:rsidP="00755953">
      <w:pPr>
        <w:pStyle w:val="Bezodstpw"/>
        <w:jc w:val="right"/>
        <w:rPr>
          <w:sz w:val="24"/>
          <w:szCs w:val="24"/>
        </w:rPr>
      </w:pPr>
    </w:p>
    <w:p w:rsidR="00755953" w:rsidRDefault="00755953" w:rsidP="00755953">
      <w:pPr>
        <w:pStyle w:val="Bezodstpw"/>
        <w:jc w:val="right"/>
        <w:rPr>
          <w:sz w:val="24"/>
          <w:szCs w:val="24"/>
        </w:rPr>
      </w:pPr>
    </w:p>
    <w:p w:rsidR="00755953" w:rsidRDefault="00755953" w:rsidP="00755953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Niniejszym oświadczam, że powyższe oświadczenie podpisał/a w/w Pan/i</w:t>
      </w:r>
    </w:p>
    <w:p w:rsidR="00755953" w:rsidRDefault="00755953" w:rsidP="00755953">
      <w:pPr>
        <w:pStyle w:val="Bezodstpw"/>
        <w:rPr>
          <w:sz w:val="24"/>
          <w:szCs w:val="24"/>
        </w:rPr>
      </w:pPr>
    </w:p>
    <w:p w:rsidR="00755953" w:rsidRDefault="00755953" w:rsidP="00755953">
      <w:pPr>
        <w:pStyle w:val="Bezodstpw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…………………………………………..</w:t>
      </w:r>
    </w:p>
    <w:p w:rsidR="00755953" w:rsidRDefault="00755953" w:rsidP="00755953">
      <w:pPr>
        <w:tabs>
          <w:tab w:val="left" w:pos="6398"/>
        </w:tabs>
        <w:suppressAutoHyphens w:val="0"/>
        <w:jc w:val="right"/>
        <w:rPr>
          <w:sz w:val="24"/>
          <w:szCs w:val="24"/>
        </w:rPr>
      </w:pPr>
      <w:r>
        <w:rPr>
          <w:sz w:val="24"/>
          <w:szCs w:val="24"/>
        </w:rPr>
        <w:t>(podpis osoby przyjmującej)</w:t>
      </w:r>
    </w:p>
    <w:p w:rsidR="00141E29" w:rsidRPr="00755953" w:rsidRDefault="00141E29" w:rsidP="00755953">
      <w:bookmarkStart w:id="0" w:name="_GoBack"/>
      <w:bookmarkEnd w:id="0"/>
    </w:p>
    <w:sectPr w:rsidR="00141E29" w:rsidRPr="00755953" w:rsidSect="00755953">
      <w:footerReference w:type="default" r:id="rId6"/>
      <w:type w:val="continuous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176" w:rsidRDefault="00B91176">
      <w:pPr>
        <w:spacing w:after="0" w:line="240" w:lineRule="auto"/>
      </w:pPr>
      <w:r>
        <w:separator/>
      </w:r>
    </w:p>
  </w:endnote>
  <w:endnote w:type="continuationSeparator" w:id="0">
    <w:p w:rsidR="00B91176" w:rsidRDefault="00B9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B6F" w:rsidRDefault="00B91176">
    <w:pPr>
      <w:pStyle w:val="Stopka"/>
    </w:pPr>
  </w:p>
  <w:p w:rsidR="00C50B6F" w:rsidRDefault="00B911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176" w:rsidRDefault="00B9117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91176" w:rsidRDefault="00B91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141E29"/>
    <w:rsid w:val="00141E29"/>
    <w:rsid w:val="005F1CD5"/>
    <w:rsid w:val="00755953"/>
    <w:rsid w:val="00B9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857CE-09AC-40EE-84CD-A98D6680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Akapitzlist">
    <w:name w:val="List Paragraph"/>
    <w:basedOn w:val="Normalny"/>
    <w:pPr>
      <w:ind w:left="720"/>
    </w:pPr>
  </w:style>
  <w:style w:type="paragraph" w:styleId="Bezodstpw">
    <w:name w:val="No Spacing"/>
    <w:pPr>
      <w:suppressAutoHyphens/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bkurzawa</dc:creator>
  <dc:description/>
  <cp:lastModifiedBy>Bartłomiej Wójcik</cp:lastModifiedBy>
  <cp:revision>2</cp:revision>
  <cp:lastPrinted>2019-02-27T07:55:00Z</cp:lastPrinted>
  <dcterms:created xsi:type="dcterms:W3CDTF">2020-08-11T12:20:00Z</dcterms:created>
  <dcterms:modified xsi:type="dcterms:W3CDTF">2020-08-11T12:20:00Z</dcterms:modified>
</cp:coreProperties>
</file>